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46" w:rsidRDefault="00985246" w:rsidP="00985246">
      <w:pPr>
        <w:ind w:left="709" w:hanging="709"/>
        <w:rPr>
          <w:rFonts w:ascii="InfoTextBoldTf-Roman" w:hAnsi="InfoTextBoldTf-Roman"/>
          <w:snapToGrid w:val="0"/>
          <w:color w:val="000000"/>
          <w:lang w:val="it-IT"/>
        </w:rPr>
      </w:pPr>
      <w:r>
        <w:rPr>
          <w:rFonts w:ascii="Tahoma" w:hAnsi="Tahoma"/>
          <w:b/>
          <w:snapToGrid w:val="0"/>
          <w:color w:val="000000"/>
          <w:lang w:val="it-IT"/>
        </w:rPr>
        <w:t>P.7</w:t>
      </w:r>
      <w:r w:rsidR="002E0143">
        <w:rPr>
          <w:rFonts w:ascii="Tahoma" w:hAnsi="Tahoma"/>
          <w:b/>
          <w:snapToGrid w:val="0"/>
          <w:color w:val="000000"/>
          <w:lang w:val="it-IT"/>
        </w:rPr>
        <w:t xml:space="preserve"> </w:t>
      </w:r>
      <w:proofErr w:type="spellStart"/>
      <w:r w:rsidR="002E0143">
        <w:rPr>
          <w:rFonts w:ascii="Tahoma" w:hAnsi="Tahoma"/>
          <w:b/>
          <w:snapToGrid w:val="0"/>
          <w:color w:val="000000"/>
          <w:lang w:val="it-IT"/>
        </w:rPr>
        <w:t>dig</w:t>
      </w:r>
      <w:proofErr w:type="spellEnd"/>
      <w:r w:rsidR="002E0143">
        <w:rPr>
          <w:rFonts w:ascii="Tahoma" w:hAnsi="Tahoma"/>
          <w:b/>
          <w:snapToGrid w:val="0"/>
          <w:color w:val="000000"/>
          <w:lang w:val="it-IT"/>
        </w:rPr>
        <w:t xml:space="preserve"> </w:t>
      </w:r>
      <w:r>
        <w:rPr>
          <w:rFonts w:ascii="Tahoma" w:hAnsi="Tahoma"/>
          <w:b/>
          <w:snapToGrid w:val="0"/>
          <w:color w:val="000000"/>
          <w:lang w:val="it-IT"/>
        </w:rPr>
        <w:tab/>
        <w:t>processo verbale di ripresa dei lavori</w:t>
      </w:r>
    </w:p>
    <w:p w:rsidR="00985246" w:rsidRDefault="00985246" w:rsidP="00985246">
      <w:pPr>
        <w:rPr>
          <w:rFonts w:ascii="Tahoma" w:hAnsi="Tahoma"/>
          <w:lang w:val="it-IT"/>
        </w:rPr>
      </w:pPr>
    </w:p>
    <w:p w:rsidR="00985246" w:rsidRDefault="00985246" w:rsidP="00985246">
      <w:pPr>
        <w:rPr>
          <w:rFonts w:ascii="Tahoma" w:hAnsi="Tahoma"/>
          <w:lang w:val="it-IT"/>
        </w:rPr>
      </w:pPr>
    </w:p>
    <w:tbl>
      <w:tblPr>
        <w:tblW w:w="9290" w:type="dxa"/>
        <w:tblInd w:w="-3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6"/>
        <w:gridCol w:w="1701"/>
        <w:gridCol w:w="567"/>
        <w:gridCol w:w="1414"/>
        <w:gridCol w:w="425"/>
        <w:gridCol w:w="1849"/>
      </w:tblGrid>
      <w:tr w:rsidR="00985246"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b/>
                <w:snapToGrid w:val="0"/>
                <w:sz w:val="16"/>
                <w:lang w:val="it-IT"/>
              </w:rPr>
              <w:t>data di ripresa dei lavori</w:t>
            </w:r>
          </w:p>
        </w:tc>
        <w:tc>
          <w:tcPr>
            <w:tcW w:w="5956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0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committente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1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opera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2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lavori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3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codice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4"/>
          </w:p>
        </w:tc>
      </w:tr>
      <w:tr w:rsidR="00985246" w:rsidRPr="00034CC0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Pr="00034CC0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Pr="00034CC0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2E0143" w:rsidRPr="00034CC0" w:rsidTr="002E0143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E0143" w:rsidRPr="007B5611" w:rsidRDefault="002E0143" w:rsidP="006B28FA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 xml:space="preserve">direttore dei lavori (nome e indirizzo </w:t>
            </w:r>
            <w:proofErr w:type="spellStart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pec</w:t>
            </w:r>
            <w:proofErr w:type="spellEnd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)</w:t>
            </w:r>
          </w:p>
          <w:p w:rsidR="002E0143" w:rsidRPr="007B5611" w:rsidRDefault="002E0143" w:rsidP="006B28FA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 xml:space="preserve">RUP (nome e indirizzo </w:t>
            </w:r>
            <w:proofErr w:type="spellStart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pec</w:t>
            </w:r>
            <w:proofErr w:type="spellEnd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)</w:t>
            </w:r>
          </w:p>
          <w:p w:rsidR="002E0143" w:rsidRPr="007B5611" w:rsidRDefault="002E0143" w:rsidP="006B28FA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 xml:space="preserve">ufficio tecnico di riferimento (nome e indirizzo </w:t>
            </w:r>
            <w:proofErr w:type="spellStart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pec</w:t>
            </w:r>
            <w:proofErr w:type="spellEnd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)</w:t>
            </w:r>
          </w:p>
          <w:p w:rsidR="002E0143" w:rsidRDefault="002E0143" w:rsidP="006B28FA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 xml:space="preserve">TU (nome e indirizzo </w:t>
            </w:r>
            <w:proofErr w:type="spellStart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pec</w:t>
            </w:r>
            <w:proofErr w:type="spellEnd"/>
            <w:r w:rsidRPr="007B5611">
              <w:rPr>
                <w:rFonts w:ascii="Tahoma" w:hAnsi="Tahoma"/>
                <w:snapToGrid w:val="0"/>
                <w:sz w:val="16"/>
                <w:lang w:val="it-IT"/>
              </w:rPr>
              <w:t>)</w:t>
            </w:r>
          </w:p>
          <w:p w:rsidR="002E0143" w:rsidRPr="00034CC0" w:rsidRDefault="002E0143" w:rsidP="006B28FA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2E0143" w:rsidRDefault="002E0143" w:rsidP="006B28FA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</w:p>
          <w:p w:rsidR="002E0143" w:rsidRDefault="002E0143" w:rsidP="006B28FA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>&gt;</w:t>
            </w:r>
          </w:p>
          <w:p w:rsidR="002E0143" w:rsidRDefault="002E0143" w:rsidP="006B28FA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>&gt;</w:t>
            </w:r>
          </w:p>
          <w:p w:rsidR="002E0143" w:rsidRDefault="002E0143" w:rsidP="006B28FA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appaltatore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con sede legale in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partita I.V.A.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codice fiscale 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 w:cs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2E0143" w:rsidTr="002E0143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E0143" w:rsidRPr="002E0143" w:rsidRDefault="002E0143" w:rsidP="006B28FA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2E0143">
              <w:rPr>
                <w:rFonts w:ascii="Tahoma" w:hAnsi="Tahoma"/>
                <w:snapToGrid w:val="0"/>
                <w:sz w:val="16"/>
                <w:lang w:val="it-IT"/>
              </w:rPr>
              <w:t>legale rappresentante dell’appaltatore</w:t>
            </w:r>
          </w:p>
          <w:p w:rsidR="002E0143" w:rsidRPr="002E0143" w:rsidRDefault="002E0143" w:rsidP="006B28FA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2E0143" w:rsidRDefault="002E0143" w:rsidP="006B28FA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 w:rsidRPr="002E0143">
              <w:rPr>
                <w:rFonts w:ascii="Tahoma" w:hAnsi="Tahoma"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numero del contratto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5" w:name="Testo7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5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data del contratto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6" w:name="Testo9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6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 del contratto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7" w:name="Testo10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7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985246" w:rsidRPr="00352690">
        <w:tblPrEx>
          <w:tblCellMar>
            <w:left w:w="73" w:type="dxa"/>
            <w:right w:w="73" w:type="dxa"/>
          </w:tblCellMar>
        </w:tblPrEx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perizie tecnica e/o suppletiva: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ind w:right="191"/>
              <w:jc w:val="both"/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</w:pPr>
            <w:r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fldChar w:fldCharType="begin">
                <w:ffData>
                  <w:name w:val="Testo11"/>
                  <w:enabled/>
                  <w:calcOnExit w:val="0"/>
                  <w:textInput>
                    <w:default w:val="(Non vi furono perizie tecniche e suppletive. / Oltre al progetto principale fu redatta una perizia tecnica e suppletiva / furono redatte perizie tecniche e suppletive)"/>
                  </w:textInput>
                </w:ffData>
              </w:fldChar>
            </w:r>
            <w:bookmarkStart w:id="8" w:name="Testo11"/>
            <w:r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instrText xml:space="preserve"> FORMTEXT </w:instrText>
            </w:r>
            <w:r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</w:r>
            <w:r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fldChar w:fldCharType="separate"/>
            </w:r>
            <w:r w:rsidRPr="00523E41">
              <w:rPr>
                <w:rFonts w:ascii="Courier" w:hAnsi="Courier"/>
                <w:noProof/>
                <w:snapToGrid w:val="0"/>
                <w:color w:val="008080"/>
                <w:sz w:val="16"/>
                <w:lang w:val="it-IT"/>
              </w:rPr>
              <w:t>(Non vi furono perizie tecniche e suppletive. / Oltre al progetto principale fu redatta una perizia tecnica e suppletiva / furono redatte perizie tecniche e suppletive)</w:t>
            </w:r>
            <w:r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fldChar w:fldCharType="end"/>
            </w:r>
            <w:bookmarkEnd w:id="8"/>
          </w:p>
          <w:p w:rsidR="00985246" w:rsidRDefault="00985246" w:rsidP="00985246">
            <w:pPr>
              <w:ind w:right="191"/>
              <w:jc w:val="both"/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</w:pPr>
          </w:p>
        </w:tc>
      </w:tr>
      <w:tr w:rsidR="00985246">
        <w:tblPrEx>
          <w:tblCellMar>
            <w:left w:w="73" w:type="dxa"/>
            <w:right w:w="73" w:type="dxa"/>
          </w:tblCellMar>
        </w:tblPrEx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numero delle perizie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Dropdown7"/>
                  <w:enabled/>
                  <w:calcOnExit w:val="0"/>
                  <w:ddList/>
                </w:ffData>
              </w:fldChar>
            </w:r>
            <w:bookmarkStart w:id="9" w:name="Dropdown7"/>
            <w:r>
              <w:rPr>
                <w:rFonts w:ascii="Tahoma" w:hAnsi="Tahoma"/>
                <w:sz w:val="16"/>
                <w:lang w:val="it-IT"/>
              </w:rPr>
              <w:instrText xml:space="preserve"> FORMDROPDOWN </w:instrText>
            </w:r>
            <w:r w:rsidR="009F2B55">
              <w:rPr>
                <w:rFonts w:ascii="Tahoma" w:hAnsi="Tahoma"/>
                <w:sz w:val="16"/>
                <w:lang w:val="it-IT"/>
              </w:rPr>
            </w:r>
            <w:r w:rsidR="009F2B55"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9"/>
          </w:p>
        </w:tc>
      </w:tr>
      <w:tr w:rsidR="00985246" w:rsidTr="002E0143">
        <w:tblPrEx>
          <w:tblCellMar>
            <w:left w:w="73" w:type="dxa"/>
            <w:right w:w="73" w:type="dxa"/>
          </w:tblCellMar>
        </w:tblPrEx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la prima perizia</w:t>
            </w:r>
          </w:p>
        </w:tc>
        <w:tc>
          <w:tcPr>
            <w:tcW w:w="1846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</w:t>
            </w:r>
          </w:p>
        </w:tc>
        <w:tc>
          <w:tcPr>
            <w:tcW w:w="1701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10" w:name="Dropdown1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0"/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€</w:t>
            </w:r>
          </w:p>
        </w:tc>
        <w:tc>
          <w:tcPr>
            <w:tcW w:w="567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414" w:type="dxa"/>
            <w:shd w:val="clear" w:color="auto" w:fill="FFFFFF"/>
          </w:tcPr>
          <w:p w:rsidR="00985246" w:rsidRDefault="00985246" w:rsidP="00985246">
            <w:pPr>
              <w:spacing w:line="360" w:lineRule="auto"/>
              <w:ind w:left="639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3"/>
                  <w:enabled/>
                  <w:calcOnExit w:val="0"/>
                  <w:ddList/>
                </w:ffData>
              </w:fldChar>
            </w:r>
            <w:bookmarkStart w:id="11" w:name="Dropdown3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1"/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</w:t>
            </w:r>
          </w:p>
        </w:tc>
        <w:tc>
          <w:tcPr>
            <w:tcW w:w="425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1849" w:type="dxa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n.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5"/>
                  <w:enabled/>
                  <w:calcOnExit w:val="0"/>
                  <w:ddList/>
                </w:ffData>
              </w:fldChar>
            </w:r>
            <w:bookmarkStart w:id="12" w:name="Dropdown5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2"/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</w:t>
            </w:r>
          </w:p>
        </w:tc>
      </w:tr>
      <w:tr w:rsidR="00985246" w:rsidTr="002E0143">
        <w:tblPrEx>
          <w:tblCellMar>
            <w:left w:w="73" w:type="dxa"/>
            <w:right w:w="73" w:type="dxa"/>
          </w:tblCellMar>
        </w:tblPrEx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l</w:t>
            </w:r>
            <w:bookmarkStart w:id="13" w:name="Dropdown4"/>
            <w:r>
              <w:rPr>
                <w:rFonts w:ascii="Tahoma" w:hAnsi="Tahoma"/>
                <w:snapToGrid w:val="0"/>
                <w:sz w:val="16"/>
                <w:lang w:val="it-IT"/>
              </w:rPr>
              <w:t>a seconda perizia</w:t>
            </w:r>
          </w:p>
        </w:tc>
        <w:tc>
          <w:tcPr>
            <w:tcW w:w="1846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</w:t>
            </w:r>
          </w:p>
        </w:tc>
        <w:tc>
          <w:tcPr>
            <w:tcW w:w="1701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2"/>
                  <w:enabled/>
                  <w:calcOnExit w:val="0"/>
                  <w:ddList/>
                </w:ffData>
              </w:fldChar>
            </w:r>
            <w:bookmarkStart w:id="14" w:name="Dropdown2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4"/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€</w:t>
            </w:r>
          </w:p>
        </w:tc>
        <w:tc>
          <w:tcPr>
            <w:tcW w:w="567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414" w:type="dxa"/>
            <w:shd w:val="clear" w:color="auto" w:fill="FFFFFF"/>
          </w:tcPr>
          <w:p w:rsidR="00985246" w:rsidRDefault="00985246" w:rsidP="00985246">
            <w:pPr>
              <w:spacing w:line="360" w:lineRule="auto"/>
              <w:ind w:left="639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4"/>
                  <w:enabled/>
                  <w:calcOnExit w:val="0"/>
                  <w:ddList/>
                </w:ffData>
              </w:fldChar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3"/>
          </w:p>
        </w:tc>
        <w:tc>
          <w:tcPr>
            <w:tcW w:w="425" w:type="dxa"/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1849" w:type="dxa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n.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bookmarkStart w:id="15" w:name="Dropdown6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</w:r>
            <w:r w:rsidR="009F2B5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5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87B00" w:rsidRDefault="00B87B00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sospensione secondo il verbale del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16" w:name="Testo19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16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B87B00" w:rsidRDefault="00B87B00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giorni contrattuali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bookmarkStart w:id="17" w:name="Testo110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17"/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giorni per proroghe 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giorni per termini suppletivi 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giorni di sospensione parziale 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giorni di sospensione totale 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giorni utilizzati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giorni a disposizione 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nuovo termine utile per l’ultimazione </w:t>
            </w: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ind w:right="194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985246">
        <w:tc>
          <w:tcPr>
            <w:tcW w:w="33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9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985246" w:rsidRPr="00352690">
        <w:trPr>
          <w:trHeight w:val="103"/>
        </w:trPr>
        <w:tc>
          <w:tcPr>
            <w:tcW w:w="33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ind w:right="193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>eventuali ulteriori osservazioni del direttore dei lavori</w:t>
            </w:r>
          </w:p>
        </w:tc>
        <w:tc>
          <w:tcPr>
            <w:tcW w:w="595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246" w:rsidRDefault="00985246" w:rsidP="00985246">
            <w:pPr>
              <w:ind w:right="193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</w:tbl>
    <w:p w:rsidR="00985246" w:rsidRDefault="00985246" w:rsidP="00985246">
      <w:pPr>
        <w:rPr>
          <w:rFonts w:ascii="Tahoma" w:hAnsi="Tahoma"/>
          <w:lang w:val="it-IT"/>
        </w:rPr>
      </w:pPr>
    </w:p>
    <w:p w:rsidR="00985246" w:rsidRDefault="00985246" w:rsidP="00985246">
      <w:pPr>
        <w:rPr>
          <w:rFonts w:ascii="Tahoma" w:hAnsi="Tahoma"/>
          <w:lang w:val="it-IT"/>
        </w:rPr>
      </w:pPr>
    </w:p>
    <w:p w:rsidR="00DE1BB4" w:rsidRPr="00352690" w:rsidRDefault="00352690" w:rsidP="00985246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bookmarkStart w:id="18" w:name="_Hlk527032173"/>
      <w:bookmarkStart w:id="19" w:name="_GoBack"/>
      <w:r w:rsidRPr="00352690">
        <w:rPr>
          <w:rFonts w:ascii="Tahoma" w:hAnsi="Tahoma"/>
          <w:snapToGrid w:val="0"/>
          <w:sz w:val="16"/>
          <w:lang w:val="it-IT"/>
        </w:rPr>
        <w:t xml:space="preserve">Il presente verbale </w:t>
      </w:r>
      <w:r w:rsidR="009F2B55" w:rsidRPr="00FD1074">
        <w:rPr>
          <w:rFonts w:ascii="Tahoma" w:hAnsi="Tahoma"/>
          <w:snapToGrid w:val="0"/>
          <w:sz w:val="16"/>
          <w:lang w:val="it-IT"/>
        </w:rPr>
        <w:t>viene sottoscritto dall’appaltatore e dal DL contestualmente</w:t>
      </w:r>
      <w:r w:rsidRPr="00352690">
        <w:rPr>
          <w:rFonts w:ascii="Tahoma" w:hAnsi="Tahoma"/>
          <w:snapToGrid w:val="0"/>
          <w:sz w:val="16"/>
          <w:lang w:val="it-IT"/>
        </w:rPr>
        <w:t>:</w:t>
      </w:r>
    </w:p>
    <w:bookmarkEnd w:id="18"/>
    <w:bookmarkEnd w:id="19"/>
    <w:p w:rsidR="00DE1BB4" w:rsidRPr="00352690" w:rsidRDefault="00DE1BB4" w:rsidP="00E476E4">
      <w:pPr>
        <w:numPr>
          <w:ilvl w:val="0"/>
          <w:numId w:val="2"/>
        </w:num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352690">
        <w:rPr>
          <w:rFonts w:ascii="Tahoma" w:hAnsi="Tahoma"/>
          <w:snapToGrid w:val="0"/>
          <w:sz w:val="16"/>
          <w:lang w:val="it-IT"/>
        </w:rPr>
        <w:lastRenderedPageBreak/>
        <w:t>senza eccezione alcuna;</w:t>
      </w:r>
    </w:p>
    <w:p w:rsidR="00DE1BB4" w:rsidRPr="00352690" w:rsidRDefault="00DE1BB4" w:rsidP="00E476E4">
      <w:pPr>
        <w:numPr>
          <w:ilvl w:val="0"/>
          <w:numId w:val="2"/>
        </w:num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  <w:r w:rsidRPr="00352690">
        <w:rPr>
          <w:rFonts w:ascii="Tahoma" w:hAnsi="Tahoma"/>
          <w:snapToGrid w:val="0"/>
          <w:sz w:val="16"/>
          <w:lang w:val="it-IT"/>
        </w:rPr>
        <w:t>con riserva, da esplicitare, a pena di decadenza,</w:t>
      </w:r>
      <w:r w:rsidRPr="00352690">
        <w:rPr>
          <w:rFonts w:ascii="Tahoma" w:hAnsi="Tahoma"/>
          <w:snapToGrid w:val="0"/>
          <w:color w:val="FF0000"/>
          <w:sz w:val="16"/>
          <w:lang w:val="it-IT"/>
        </w:rPr>
        <w:t xml:space="preserve"> entro 15 giorni dalla data di sottoscrizione del presente verbale / nei termini e con i modi indicati dal capitolato speciale d’appalto, compilando l’apposito modulo (R).</w:t>
      </w:r>
    </w:p>
    <w:p w:rsidR="00DE1BB4" w:rsidRDefault="00DE1BB4" w:rsidP="00985246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985246" w:rsidRDefault="00985246" w:rsidP="00985246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  <w:r w:rsidRPr="009C5A91">
        <w:rPr>
          <w:rFonts w:ascii="Tahoma" w:hAnsi="Tahoma"/>
          <w:snapToGrid w:val="0"/>
          <w:color w:val="FF0000"/>
          <w:sz w:val="16"/>
          <w:lang w:val="it-IT"/>
        </w:rPr>
        <w:t>Premesso che con verbale di cui sopra i lavori sopraindicati sono stati sospesi; accertato che sono cessate le ragioni che determinarono la sospensione, il sottoscritto direttore dei lavori ordina all'appaltatore che i lavori stessi siano ripresi oggi.</w:t>
      </w:r>
    </w:p>
    <w:p w:rsidR="009C5A91" w:rsidRDefault="009C5A91" w:rsidP="00985246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B53766" w:rsidRPr="00B53766" w:rsidRDefault="00B53766" w:rsidP="00B53766">
      <w:pPr>
        <w:spacing w:line="360" w:lineRule="auto"/>
        <w:jc w:val="both"/>
        <w:rPr>
          <w:rFonts w:ascii="Tahoma" w:hAnsi="Tahoma"/>
          <w:b/>
          <w:snapToGrid w:val="0"/>
          <w:color w:val="FF0000"/>
          <w:sz w:val="16"/>
          <w:lang w:val="it-IT"/>
        </w:rPr>
      </w:pPr>
      <w:r w:rsidRPr="00B53766">
        <w:rPr>
          <w:rFonts w:ascii="Tahoma" w:hAnsi="Tahoma"/>
          <w:b/>
          <w:snapToGrid w:val="0"/>
          <w:color w:val="FF0000"/>
          <w:sz w:val="16"/>
          <w:lang w:val="it-IT"/>
        </w:rPr>
        <w:t xml:space="preserve">(Solo per i cantieri relativi a contratti aggiudicati con una procedura il cui bando di gara o lettera d’invito siano successivi al </w:t>
      </w:r>
      <w:r w:rsidR="00790C27">
        <w:rPr>
          <w:rFonts w:ascii="Tahoma" w:hAnsi="Tahoma"/>
          <w:b/>
          <w:snapToGrid w:val="0"/>
          <w:color w:val="FF0000"/>
          <w:sz w:val="16"/>
          <w:lang w:val="it-IT"/>
        </w:rPr>
        <w:t>19 aprile 2016</w:t>
      </w:r>
      <w:r w:rsidRPr="00B53766">
        <w:rPr>
          <w:rFonts w:ascii="Tahoma" w:hAnsi="Tahoma"/>
          <w:b/>
          <w:snapToGrid w:val="0"/>
          <w:color w:val="FF0000"/>
          <w:sz w:val="16"/>
          <w:lang w:val="it-IT"/>
        </w:rPr>
        <w:t>)</w:t>
      </w:r>
    </w:p>
    <w:p w:rsidR="009C5A91" w:rsidRDefault="009C5A91" w:rsidP="009C5A91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  <w:r w:rsidRPr="009C5A91">
        <w:rPr>
          <w:rFonts w:ascii="Tahoma" w:hAnsi="Tahoma"/>
          <w:snapToGrid w:val="0"/>
          <w:color w:val="FF0000"/>
          <w:sz w:val="16"/>
          <w:lang w:val="it-IT"/>
        </w:rPr>
        <w:t>Premesso che con verbale di cui sopra i lavori sopraindicati sono stati sospesi; accertato che sono cessate le ragioni che deter</w:t>
      </w:r>
      <w:r w:rsidR="00B53766">
        <w:rPr>
          <w:rFonts w:ascii="Tahoma" w:hAnsi="Tahoma"/>
          <w:snapToGrid w:val="0"/>
          <w:color w:val="FF0000"/>
          <w:sz w:val="16"/>
          <w:lang w:val="it-IT"/>
        </w:rPr>
        <w:t xml:space="preserve">minarono la sospensione e che ai sensi dell`art. 107, comma 3 del d.lgs. n. </w:t>
      </w:r>
      <w:r w:rsidR="003F5999">
        <w:rPr>
          <w:rFonts w:ascii="Tahoma" w:hAnsi="Tahoma"/>
          <w:snapToGrid w:val="0"/>
          <w:color w:val="FF0000"/>
          <w:sz w:val="16"/>
          <w:lang w:val="it-IT"/>
        </w:rPr>
        <w:t>5</w:t>
      </w:r>
      <w:r w:rsidR="00B53766">
        <w:rPr>
          <w:rFonts w:ascii="Tahoma" w:hAnsi="Tahoma"/>
          <w:snapToGrid w:val="0"/>
          <w:color w:val="FF0000"/>
          <w:sz w:val="16"/>
          <w:lang w:val="it-IT"/>
        </w:rPr>
        <w:t>0/2016 il RUP ha disposto la ripresa,</w:t>
      </w:r>
      <w:r w:rsidRPr="009C5A91">
        <w:rPr>
          <w:rFonts w:ascii="Tahoma" w:hAnsi="Tahoma"/>
          <w:snapToGrid w:val="0"/>
          <w:color w:val="FF0000"/>
          <w:sz w:val="16"/>
          <w:lang w:val="it-IT"/>
        </w:rPr>
        <w:t xml:space="preserve"> il sottoscritto direttore dei lavori ordina all'appaltatore che i lavori stessi siano ripresi oggi.</w:t>
      </w:r>
    </w:p>
    <w:p w:rsidR="009C5A91" w:rsidRDefault="009C5A91" w:rsidP="00985246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9C5A91" w:rsidRPr="009C5A91" w:rsidRDefault="009C5A91" w:rsidP="00985246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4E3722" w:rsidRPr="00CB5484" w:rsidRDefault="004E3722" w:rsidP="004E3722">
      <w:pPr>
        <w:spacing w:line="360" w:lineRule="auto"/>
        <w:ind w:left="426" w:hanging="426"/>
        <w:jc w:val="both"/>
        <w:rPr>
          <w:rFonts w:ascii="Tahoma" w:hAnsi="Tahoma"/>
          <w:snapToGrid w:val="0"/>
          <w:color w:val="000000"/>
          <w:sz w:val="16"/>
          <w:lang w:val="it-IT"/>
        </w:rPr>
      </w:pPr>
      <w:r w:rsidRPr="00CB5484">
        <w:rPr>
          <w:rFonts w:ascii="Tahoma" w:hAnsi="Tahoma"/>
          <w:snapToGrid w:val="0"/>
          <w:color w:val="000000"/>
          <w:sz w:val="16"/>
          <w:lang w:val="it-IT"/>
        </w:rPr>
        <w:t xml:space="preserve">Atto sottoscritto dal DL e dal rappresentante legale dell’appaltatore con firma digitale visibile. </w:t>
      </w:r>
    </w:p>
    <w:p w:rsidR="004E3722" w:rsidRPr="00CB5484" w:rsidRDefault="004E3722" w:rsidP="004E3722">
      <w:pPr>
        <w:spacing w:line="360" w:lineRule="auto"/>
        <w:ind w:left="426" w:hanging="426"/>
        <w:jc w:val="both"/>
        <w:rPr>
          <w:rFonts w:ascii="Tahoma" w:hAnsi="Tahoma"/>
          <w:snapToGrid w:val="0"/>
          <w:color w:val="000000"/>
          <w:sz w:val="16"/>
          <w:lang w:val="it-IT"/>
        </w:rPr>
      </w:pPr>
      <w:r w:rsidRPr="00CB5484">
        <w:rPr>
          <w:rFonts w:ascii="Tahoma" w:hAnsi="Tahoma"/>
          <w:snapToGrid w:val="0"/>
          <w:color w:val="000000"/>
          <w:sz w:val="16"/>
          <w:lang w:val="it-IT"/>
        </w:rPr>
        <w:t>(Il relativo file deve essere consegnato al legale rappresentante dell’appaltatore al momento della sottoscrizione)</w:t>
      </w:r>
    </w:p>
    <w:p w:rsidR="004E3722" w:rsidRDefault="004E3722" w:rsidP="004E3722">
      <w:pPr>
        <w:spacing w:line="360" w:lineRule="auto"/>
        <w:jc w:val="both"/>
        <w:rPr>
          <w:rFonts w:ascii="Tahoma" w:hAnsi="Tahoma"/>
          <w:sz w:val="16"/>
          <w:lang w:val="it-IT"/>
        </w:rPr>
      </w:pPr>
    </w:p>
    <w:p w:rsidR="004E3722" w:rsidRDefault="004E3722" w:rsidP="004E3722">
      <w:pPr>
        <w:spacing w:line="360" w:lineRule="auto"/>
        <w:jc w:val="both"/>
        <w:rPr>
          <w:rFonts w:ascii="Tahoma" w:hAnsi="Tahoma"/>
          <w:sz w:val="16"/>
          <w:lang w:val="it-IT"/>
        </w:rPr>
      </w:pPr>
    </w:p>
    <w:p w:rsidR="004E3722" w:rsidRDefault="004E3722" w:rsidP="004E3722">
      <w:pPr>
        <w:spacing w:line="360" w:lineRule="auto"/>
        <w:jc w:val="both"/>
        <w:rPr>
          <w:rFonts w:ascii="Tahoma" w:hAnsi="Tahoma"/>
          <w:sz w:val="16"/>
          <w:lang w:val="it-IT"/>
        </w:rPr>
      </w:pPr>
    </w:p>
    <w:p w:rsidR="004E3722" w:rsidRDefault="004E3722" w:rsidP="004E3722">
      <w:pPr>
        <w:jc w:val="both"/>
        <w:rPr>
          <w:rFonts w:ascii="Tahoma" w:hAnsi="Tahoma"/>
          <w:snapToGrid w:val="0"/>
          <w:color w:val="008000"/>
          <w:sz w:val="16"/>
          <w:lang w:val="it-IT"/>
        </w:rPr>
      </w:pPr>
      <w:r>
        <w:rPr>
          <w:rFonts w:ascii="Tahoma" w:hAnsi="Tahoma"/>
          <w:snapToGrid w:val="0"/>
          <w:color w:val="008000"/>
          <w:sz w:val="16"/>
          <w:lang w:val="it-IT"/>
        </w:rPr>
        <w:t>Informazioni per l’utilizzo:</w:t>
      </w:r>
    </w:p>
    <w:p w:rsidR="004E3722" w:rsidRPr="00FD6DC9" w:rsidRDefault="004E3722" w:rsidP="004E3722">
      <w:pPr>
        <w:rPr>
          <w:rFonts w:ascii="Tahoma" w:hAnsi="Tahoma" w:cs="Tahoma"/>
          <w:snapToGrid w:val="0"/>
          <w:color w:val="008000"/>
          <w:sz w:val="16"/>
          <w:szCs w:val="16"/>
          <w:lang w:val="it-IT"/>
        </w:rPr>
      </w:pPr>
      <w:r w:rsidRPr="00840011">
        <w:rPr>
          <w:rFonts w:ascii="Tahoma" w:hAnsi="Tahoma" w:cs="Tahoma"/>
          <w:snapToGrid w:val="0"/>
          <w:color w:val="008000"/>
          <w:sz w:val="16"/>
          <w:szCs w:val="16"/>
          <w:lang w:val="it-IT"/>
        </w:rPr>
        <w:t>Il documento digitale deve essere munito della comprova di assolvimento dell'imposta di bollo ai sensi di legge</w:t>
      </w:r>
      <w:r>
        <w:rPr>
          <w:rFonts w:ascii="Tahoma" w:hAnsi="Tahoma" w:cs="Tahoma"/>
          <w:snapToGrid w:val="0"/>
          <w:color w:val="008000"/>
          <w:sz w:val="16"/>
          <w:szCs w:val="16"/>
          <w:lang w:val="it-IT"/>
        </w:rPr>
        <w:t>.</w:t>
      </w:r>
    </w:p>
    <w:p w:rsidR="004E3722" w:rsidRDefault="004E3722" w:rsidP="004E3722">
      <w:pPr>
        <w:jc w:val="both"/>
        <w:rPr>
          <w:rFonts w:ascii="Tahoma" w:hAnsi="Tahoma"/>
          <w:snapToGrid w:val="0"/>
          <w:sz w:val="16"/>
          <w:lang w:val="it-IT"/>
        </w:rPr>
      </w:pPr>
      <w:r w:rsidRPr="00840011">
        <w:rPr>
          <w:rFonts w:ascii="Tahoma" w:hAnsi="Tahoma" w:cs="Tahoma"/>
          <w:snapToGrid w:val="0"/>
          <w:color w:val="008000"/>
          <w:sz w:val="16"/>
          <w:szCs w:val="16"/>
          <w:lang w:val="it-IT"/>
        </w:rPr>
        <w:t xml:space="preserve">Il documento va trasmesso via </w:t>
      </w:r>
      <w:proofErr w:type="spellStart"/>
      <w:r w:rsidRPr="00840011">
        <w:rPr>
          <w:rFonts w:ascii="Tahoma" w:hAnsi="Tahoma" w:cs="Tahoma"/>
          <w:snapToGrid w:val="0"/>
          <w:color w:val="008000"/>
          <w:sz w:val="16"/>
          <w:szCs w:val="16"/>
          <w:lang w:val="it-IT"/>
        </w:rPr>
        <w:t>pec</w:t>
      </w:r>
      <w:proofErr w:type="spellEnd"/>
      <w:r w:rsidRPr="00840011">
        <w:rPr>
          <w:rFonts w:ascii="Tahoma" w:hAnsi="Tahoma" w:cs="Tahoma"/>
          <w:snapToGrid w:val="0"/>
          <w:color w:val="008000"/>
          <w:sz w:val="16"/>
          <w:szCs w:val="16"/>
          <w:lang w:val="it-IT"/>
        </w:rPr>
        <w:t xml:space="preserve"> ai seguenti destinatari:</w:t>
      </w:r>
      <w:r>
        <w:rPr>
          <w:rFonts w:ascii="Tahoma" w:hAnsi="Tahoma"/>
          <w:snapToGrid w:val="0"/>
          <w:color w:val="008000"/>
          <w:sz w:val="16"/>
          <w:lang w:val="it-IT"/>
        </w:rPr>
        <w:t xml:space="preserve"> </w:t>
      </w:r>
      <w:r w:rsidRPr="00840011">
        <w:rPr>
          <w:rFonts w:ascii="Tahoma" w:hAnsi="Tahoma" w:cs="Tahoma"/>
          <w:snapToGrid w:val="0"/>
          <w:color w:val="008000"/>
          <w:sz w:val="16"/>
          <w:szCs w:val="16"/>
          <w:lang w:val="it-IT"/>
        </w:rPr>
        <w:t>RUP</w:t>
      </w:r>
      <w:r>
        <w:rPr>
          <w:rFonts w:ascii="Tahoma" w:hAnsi="Tahoma" w:cs="Tahoma"/>
          <w:snapToGrid w:val="0"/>
          <w:color w:val="008000"/>
          <w:sz w:val="16"/>
          <w:szCs w:val="16"/>
          <w:lang w:val="it-IT"/>
        </w:rPr>
        <w:t>,</w:t>
      </w:r>
      <w:r>
        <w:rPr>
          <w:rFonts w:ascii="Tahoma" w:hAnsi="Tahoma"/>
          <w:snapToGrid w:val="0"/>
          <w:color w:val="008000"/>
          <w:sz w:val="16"/>
          <w:lang w:val="it-IT"/>
        </w:rPr>
        <w:t xml:space="preserve"> ufficio competente.</w:t>
      </w:r>
    </w:p>
    <w:p w:rsidR="004E3722" w:rsidRDefault="004E3722" w:rsidP="004E3722">
      <w:pPr>
        <w:spacing w:line="360" w:lineRule="auto"/>
        <w:ind w:left="709"/>
        <w:jc w:val="both"/>
        <w:rPr>
          <w:rFonts w:ascii="Tahoma" w:hAnsi="Tahoma"/>
          <w:sz w:val="16"/>
          <w:lang w:val="it-IT"/>
        </w:rPr>
      </w:pPr>
    </w:p>
    <w:p w:rsidR="004E3722" w:rsidRPr="00837404" w:rsidRDefault="004E3722" w:rsidP="004E3722">
      <w:pPr>
        <w:rPr>
          <w:lang w:val="it-IT"/>
        </w:rPr>
      </w:pPr>
    </w:p>
    <w:p w:rsidR="00985246" w:rsidRDefault="00985246" w:rsidP="00985246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837404" w:rsidRPr="00837404" w:rsidRDefault="00837404" w:rsidP="00A45B24">
      <w:pPr>
        <w:rPr>
          <w:lang w:val="it-IT"/>
        </w:rPr>
      </w:pPr>
    </w:p>
    <w:sectPr w:rsidR="00837404" w:rsidRPr="00837404">
      <w:footerReference w:type="default" r:id="rId7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BA5" w:rsidRDefault="00A17BA5">
      <w:r>
        <w:separator/>
      </w:r>
    </w:p>
  </w:endnote>
  <w:endnote w:type="continuationSeparator" w:id="0">
    <w:p w:rsidR="00A17BA5" w:rsidRDefault="00A1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foTextBoldTf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835" w:rsidRDefault="00B62835">
    <w:pPr>
      <w:pStyle w:val="Pidipagina"/>
      <w:jc w:val="center"/>
      <w:rPr>
        <w:rStyle w:val="Numeropagina"/>
        <w:rFonts w:ascii="Tahoma" w:hAnsi="Tahoma"/>
        <w:sz w:val="16"/>
      </w:rPr>
    </w:pPr>
    <w:r>
      <w:rPr>
        <w:rStyle w:val="Numeropagina"/>
        <w:rFonts w:ascii="Tahoma" w:hAnsi="Tahoma"/>
        <w:sz w:val="16"/>
      </w:rPr>
      <w:fldChar w:fldCharType="begin"/>
    </w:r>
    <w:r>
      <w:rPr>
        <w:rStyle w:val="Numeropagina"/>
        <w:rFonts w:ascii="Tahoma" w:hAnsi="Tahoma"/>
        <w:sz w:val="16"/>
      </w:rPr>
      <w:instrText xml:space="preserve"> PAGE </w:instrText>
    </w:r>
    <w:r>
      <w:rPr>
        <w:rStyle w:val="Numeropagina"/>
        <w:rFonts w:ascii="Tahoma" w:hAnsi="Tahoma"/>
        <w:sz w:val="16"/>
      </w:rPr>
      <w:fldChar w:fldCharType="separate"/>
    </w:r>
    <w:r w:rsidR="009F2B55">
      <w:rPr>
        <w:rStyle w:val="Numeropagina"/>
        <w:rFonts w:ascii="Tahoma" w:hAnsi="Tahoma"/>
        <w:noProof/>
        <w:sz w:val="16"/>
      </w:rPr>
      <w:t>2</w:t>
    </w:r>
    <w:r>
      <w:rPr>
        <w:rStyle w:val="Numeropagina"/>
        <w:rFonts w:ascii="Tahoma" w:hAnsi="Tahoma"/>
        <w:sz w:val="16"/>
      </w:rPr>
      <w:fldChar w:fldCharType="end"/>
    </w:r>
  </w:p>
  <w:p w:rsidR="00B62835" w:rsidRPr="00940202" w:rsidRDefault="00E476E4" w:rsidP="001F2D87">
    <w:pPr>
      <w:spacing w:after="480"/>
      <w:ind w:left="5812" w:firstLine="709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06E" w:rsidRPr="00D36B7B" w:rsidRDefault="00BC206E" w:rsidP="00BC206E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D36B7B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 xml:space="preserve"> Agenzia Contratti Pubblici - ACP</w:t>
                          </w:r>
                        </w:p>
                        <w:p w:rsidR="00BC206E" w:rsidRDefault="00BC206E" w:rsidP="00BC206E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Bolzano,</w:t>
                          </w:r>
                          <w:r w:rsidR="00300451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 xml:space="preserve"> </w:t>
                          </w:r>
                          <w:r w:rsidR="00300451" w:rsidRPr="00352690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10</w:t>
                          </w:r>
                          <w:r w:rsidRPr="00352690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/2018</w:t>
                          </w:r>
                        </w:p>
                        <w:p w:rsidR="00B62835" w:rsidRPr="00BC206E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3lX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IrXeVe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BC206E" w:rsidRPr="00D36B7B" w:rsidRDefault="00BC206E" w:rsidP="00BC206E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D36B7B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 xml:space="preserve"> Agenzia Contratti Pubblici - ACP</w:t>
                    </w:r>
                  </w:p>
                  <w:p w:rsidR="00BC206E" w:rsidRDefault="00BC206E" w:rsidP="00BC206E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  <w: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Bolzano,</w:t>
                    </w:r>
                    <w:r w:rsidR="00300451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 xml:space="preserve"> </w:t>
                    </w:r>
                    <w:r w:rsidR="00300451" w:rsidRPr="00352690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10</w:t>
                    </w:r>
                    <w:r w:rsidRPr="00352690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/2018</w:t>
                    </w:r>
                  </w:p>
                  <w:p w:rsidR="00B62835" w:rsidRPr="00BC206E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4410710</wp:posOffset>
              </wp:positionH>
              <wp:positionV relativeFrom="paragraph">
                <wp:posOffset>46990</wp:posOffset>
              </wp:positionV>
              <wp:extent cx="0" cy="205105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9F3333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14SN&#10;b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="001F2D87">
      <w:t xml:space="preserve"> </w:t>
    </w:r>
    <w:r>
      <w:rPr>
        <w:noProof/>
      </w:rPr>
      <w:drawing>
        <wp:inline distT="0" distB="0" distL="0" distR="0">
          <wp:extent cx="211455" cy="2641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1145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BA5" w:rsidRDefault="00A17BA5">
      <w:r>
        <w:separator/>
      </w:r>
    </w:p>
  </w:footnote>
  <w:footnote w:type="continuationSeparator" w:id="0">
    <w:p w:rsidR="00A17BA5" w:rsidRDefault="00A17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4BBE"/>
    <w:multiLevelType w:val="hybridMultilevel"/>
    <w:tmpl w:val="505E7C6C"/>
    <w:lvl w:ilvl="0" w:tplc="8CC251A2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97062690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371FD"/>
    <w:multiLevelType w:val="hybridMultilevel"/>
    <w:tmpl w:val="73063F6A"/>
    <w:lvl w:ilvl="0" w:tplc="9E8835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A5"/>
    <w:rsid w:val="00022654"/>
    <w:rsid w:val="000B4938"/>
    <w:rsid w:val="0012673A"/>
    <w:rsid w:val="001F2D87"/>
    <w:rsid w:val="002E0143"/>
    <w:rsid w:val="00300451"/>
    <w:rsid w:val="00352690"/>
    <w:rsid w:val="003F5999"/>
    <w:rsid w:val="00411207"/>
    <w:rsid w:val="004B6086"/>
    <w:rsid w:val="004E3722"/>
    <w:rsid w:val="00581EF6"/>
    <w:rsid w:val="006B38CB"/>
    <w:rsid w:val="00790C27"/>
    <w:rsid w:val="007D38BF"/>
    <w:rsid w:val="007D5FA6"/>
    <w:rsid w:val="00802333"/>
    <w:rsid w:val="00837404"/>
    <w:rsid w:val="0090094C"/>
    <w:rsid w:val="009128CE"/>
    <w:rsid w:val="00963907"/>
    <w:rsid w:val="00985246"/>
    <w:rsid w:val="009C5A91"/>
    <w:rsid w:val="009F2B55"/>
    <w:rsid w:val="00A17BA5"/>
    <w:rsid w:val="00A45B24"/>
    <w:rsid w:val="00AC4839"/>
    <w:rsid w:val="00B53766"/>
    <w:rsid w:val="00B62835"/>
    <w:rsid w:val="00B87B00"/>
    <w:rsid w:val="00B96F82"/>
    <w:rsid w:val="00BC206E"/>
    <w:rsid w:val="00C46A65"/>
    <w:rsid w:val="00CF2A57"/>
    <w:rsid w:val="00DE1BB4"/>
    <w:rsid w:val="00E476E4"/>
    <w:rsid w:val="00EC1B05"/>
    <w:rsid w:val="00F1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DA1917A"/>
  <w15:chartTrackingRefBased/>
  <w15:docId w15:val="{978BA984-E145-4E77-9033-2DEDCD5B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C206E"/>
    <w:rPr>
      <w:lang w:val="de-DE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b/>
      <w:snapToGrid w:val="0"/>
      <w:sz w:val="1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InfoTextRegular-Roman" w:hAnsi="InfoTextRegular-Roman"/>
      <w:snapToGrid w:val="0"/>
      <w:sz w:val="18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sid w:val="001F2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309C23CE</Template>
  <TotalTime>0</TotalTime>
  <Pages>2</Pages>
  <Words>437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001</vt:lpstr>
      <vt:lpstr>001</vt:lpstr>
    </vt:vector>
  </TitlesOfParts>
  <Company>PAB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Sassani, Francesca</dc:creator>
  <cp:keywords/>
  <dc:description/>
  <cp:lastModifiedBy>Cozza, Paola</cp:lastModifiedBy>
  <cp:revision>3</cp:revision>
  <cp:lastPrinted>2012-04-11T12:51:00Z</cp:lastPrinted>
  <dcterms:created xsi:type="dcterms:W3CDTF">2018-10-04T08:03:00Z</dcterms:created>
  <dcterms:modified xsi:type="dcterms:W3CDTF">2018-10-11T12:40:00Z</dcterms:modified>
</cp:coreProperties>
</file>